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871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A229F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4CA7F1" w14:textId="2F2C9CF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9420E">
        <w:rPr>
          <w:rFonts w:ascii="Corbel" w:hAnsi="Corbel"/>
          <w:b/>
          <w:smallCaps/>
          <w:sz w:val="24"/>
          <w:szCs w:val="24"/>
        </w:rPr>
        <w:t>2022</w:t>
      </w:r>
      <w:r w:rsidR="00D55B33">
        <w:rPr>
          <w:rFonts w:ascii="Corbel" w:hAnsi="Corbel"/>
          <w:b/>
          <w:smallCaps/>
          <w:sz w:val="24"/>
          <w:szCs w:val="24"/>
        </w:rPr>
        <w:t>/2023</w:t>
      </w:r>
      <w:r w:rsidR="0089420E">
        <w:rPr>
          <w:rFonts w:ascii="Corbel" w:hAnsi="Corbel"/>
          <w:b/>
          <w:smallCaps/>
          <w:sz w:val="24"/>
          <w:szCs w:val="24"/>
        </w:rPr>
        <w:t>-</w:t>
      </w:r>
      <w:r w:rsidR="00D55B33">
        <w:rPr>
          <w:rFonts w:ascii="Corbel" w:hAnsi="Corbel"/>
          <w:b/>
          <w:smallCaps/>
          <w:sz w:val="24"/>
          <w:szCs w:val="24"/>
        </w:rPr>
        <w:t>2023/</w:t>
      </w:r>
      <w:r w:rsidR="0089420E">
        <w:rPr>
          <w:rFonts w:ascii="Corbel" w:hAnsi="Corbel"/>
          <w:b/>
          <w:smallCaps/>
          <w:sz w:val="24"/>
          <w:szCs w:val="24"/>
        </w:rPr>
        <w:t>2024</w:t>
      </w:r>
    </w:p>
    <w:p w14:paraId="60D3B13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42CE65" w14:textId="3FA8231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420E">
        <w:rPr>
          <w:rFonts w:ascii="Corbel" w:hAnsi="Corbel"/>
          <w:sz w:val="20"/>
          <w:szCs w:val="20"/>
        </w:rPr>
        <w:t>2022-2023</w:t>
      </w:r>
    </w:p>
    <w:p w14:paraId="01F4C7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9F8F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7E23AE4" w14:textId="77777777" w:rsidTr="00B14A91">
        <w:tc>
          <w:tcPr>
            <w:tcW w:w="2694" w:type="dxa"/>
            <w:vAlign w:val="center"/>
          </w:tcPr>
          <w:p w14:paraId="5258B1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9A9210" w14:textId="185D0CF2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instytucje administracji i prawa administracyjnego</w:t>
            </w:r>
          </w:p>
        </w:tc>
      </w:tr>
      <w:tr w:rsidR="0085747A" w:rsidRPr="009C54AE" w14:paraId="560E6BEA" w14:textId="77777777" w:rsidTr="00B14A91">
        <w:tc>
          <w:tcPr>
            <w:tcW w:w="2694" w:type="dxa"/>
            <w:vAlign w:val="center"/>
          </w:tcPr>
          <w:p w14:paraId="1CFA16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4A2F89" w14:textId="15E4ADED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D55B33" w:rsidRPr="009C54AE" w14:paraId="3D8F0B21" w14:textId="77777777" w:rsidTr="00B14A91">
        <w:tc>
          <w:tcPr>
            <w:tcW w:w="2694" w:type="dxa"/>
            <w:vAlign w:val="center"/>
          </w:tcPr>
          <w:p w14:paraId="024EE559" w14:textId="77777777" w:rsidR="00D55B33" w:rsidRPr="009C54AE" w:rsidRDefault="00D55B33" w:rsidP="00D55B3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C14C0B" w14:textId="0FDD4615" w:rsidR="00D55B33" w:rsidRPr="009C54AE" w:rsidRDefault="00D55B33" w:rsidP="00D55B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Społecznych, Instytut Nauk Prawnych</w:t>
            </w:r>
          </w:p>
        </w:tc>
      </w:tr>
      <w:tr w:rsidR="00D55B33" w:rsidRPr="009C54AE" w14:paraId="301115FF" w14:textId="77777777" w:rsidTr="00B14A91">
        <w:tc>
          <w:tcPr>
            <w:tcW w:w="2694" w:type="dxa"/>
            <w:vAlign w:val="center"/>
          </w:tcPr>
          <w:p w14:paraId="33AAC642" w14:textId="77777777" w:rsidR="00D55B33" w:rsidRPr="009C54AE" w:rsidRDefault="00D55B33" w:rsidP="00D55B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84A094" w14:textId="1421C246" w:rsidR="00D55B33" w:rsidRPr="009C54AE" w:rsidRDefault="00D55B33" w:rsidP="00D55B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i Postępowania Administracyjnego </w:t>
            </w:r>
          </w:p>
        </w:tc>
      </w:tr>
      <w:tr w:rsidR="0085747A" w:rsidRPr="009C54AE" w14:paraId="0F2779FB" w14:textId="77777777" w:rsidTr="00B14A91">
        <w:tc>
          <w:tcPr>
            <w:tcW w:w="2694" w:type="dxa"/>
            <w:vAlign w:val="center"/>
          </w:tcPr>
          <w:p w14:paraId="1A85B5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8BE045" w14:textId="203E445B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69287228" w14:textId="77777777" w:rsidTr="00B14A91">
        <w:tc>
          <w:tcPr>
            <w:tcW w:w="2694" w:type="dxa"/>
            <w:vAlign w:val="center"/>
          </w:tcPr>
          <w:p w14:paraId="787F4D8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CE087D" w14:textId="14AE4CAD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55B33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9734FD7" w14:textId="77777777" w:rsidTr="00B14A91">
        <w:tc>
          <w:tcPr>
            <w:tcW w:w="2694" w:type="dxa"/>
            <w:vAlign w:val="center"/>
          </w:tcPr>
          <w:p w14:paraId="4FB065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1EC4E" w14:textId="7BCDFDF7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CC2CA3" w14:textId="77777777" w:rsidTr="00B14A91">
        <w:tc>
          <w:tcPr>
            <w:tcW w:w="2694" w:type="dxa"/>
            <w:vAlign w:val="center"/>
          </w:tcPr>
          <w:p w14:paraId="37CACD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343B19" w14:textId="75F57949" w:rsidR="0085747A" w:rsidRPr="009C54AE" w:rsidRDefault="00894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635B074" w14:textId="77777777" w:rsidTr="00B14A91">
        <w:tc>
          <w:tcPr>
            <w:tcW w:w="2694" w:type="dxa"/>
            <w:vAlign w:val="center"/>
          </w:tcPr>
          <w:p w14:paraId="73D93B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BD8F77" w14:textId="74A9E424" w:rsidR="0085747A" w:rsidRPr="009C54AE" w:rsidRDefault="00FD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14:paraId="403006C6" w14:textId="77777777" w:rsidTr="00B14A91">
        <w:tc>
          <w:tcPr>
            <w:tcW w:w="2694" w:type="dxa"/>
            <w:vAlign w:val="center"/>
          </w:tcPr>
          <w:p w14:paraId="64BF4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D861E3" w14:textId="7DC14660" w:rsidR="0085747A" w:rsidRPr="009C54AE" w:rsidRDefault="00FD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E0EDC91" w14:textId="77777777" w:rsidTr="00B14A91">
        <w:tc>
          <w:tcPr>
            <w:tcW w:w="2694" w:type="dxa"/>
            <w:vAlign w:val="center"/>
          </w:tcPr>
          <w:p w14:paraId="0D80B47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973D14" w14:textId="5B68368B" w:rsidR="00923D7D" w:rsidRPr="009C54AE" w:rsidRDefault="00FD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205688B" w14:textId="77777777" w:rsidTr="00B14A91">
        <w:tc>
          <w:tcPr>
            <w:tcW w:w="2694" w:type="dxa"/>
            <w:vAlign w:val="center"/>
          </w:tcPr>
          <w:p w14:paraId="2B3078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82E7D9" w14:textId="791C6CB3" w:rsidR="0085747A" w:rsidRPr="009C54AE" w:rsidRDefault="008E45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455A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B14A91" w:rsidRPr="009C54AE" w14:paraId="27B18964" w14:textId="77777777" w:rsidTr="00B14A91">
        <w:tc>
          <w:tcPr>
            <w:tcW w:w="2694" w:type="dxa"/>
            <w:vAlign w:val="center"/>
          </w:tcPr>
          <w:p w14:paraId="448867F3" w14:textId="77777777" w:rsidR="00B14A91" w:rsidRPr="009C54AE" w:rsidRDefault="00B14A91" w:rsidP="00B14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08ABBF" w14:textId="3F351DD6" w:rsidR="00B14A91" w:rsidRPr="009C54AE" w:rsidRDefault="008E455A" w:rsidP="00B14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455A">
              <w:rPr>
                <w:rFonts w:ascii="Corbel" w:hAnsi="Corbel"/>
                <w:b w:val="0"/>
                <w:sz w:val="24"/>
                <w:szCs w:val="24"/>
              </w:rPr>
              <w:t>dr Ewa Kubas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8E455A">
              <w:rPr>
                <w:rFonts w:ascii="Corbel" w:hAnsi="Corbel"/>
                <w:b w:val="0"/>
                <w:sz w:val="24"/>
                <w:szCs w:val="24"/>
              </w:rPr>
              <w:t xml:space="preserve">mgr Szymon </w:t>
            </w:r>
            <w:proofErr w:type="spellStart"/>
            <w:r w:rsidRPr="008E455A"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</w:p>
        </w:tc>
      </w:tr>
    </w:tbl>
    <w:p w14:paraId="60F0945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877FE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5A7C9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6A58F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A56A1B" w14:textId="77777777" w:rsidTr="00D55B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BB4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F24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1B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6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1A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0B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20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66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8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6C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1A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50AB3C4" w14:textId="77777777" w:rsidTr="00D55B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90B6" w14:textId="524E1728" w:rsidR="00015B8F" w:rsidRPr="009C54AE" w:rsidRDefault="00B14A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562F" w14:textId="4BDC1F21" w:rsidR="00015B8F" w:rsidRPr="009C54AE" w:rsidRDefault="001B33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082A" w14:textId="530EE86D" w:rsidR="00015B8F" w:rsidRPr="009C54AE" w:rsidRDefault="008E45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0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0D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E1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9F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D2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99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1B0E" w14:textId="7E2F8174" w:rsidR="00015B8F" w:rsidRPr="009C54AE" w:rsidRDefault="00C23D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4967B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DA78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B0FF8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4684FA" w14:textId="42275FA5" w:rsidR="0085747A" w:rsidRPr="008E455A" w:rsidRDefault="008E455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E455A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="0085747A" w:rsidRPr="008E455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F683C7D" w14:textId="77777777" w:rsidR="0085747A" w:rsidRPr="008E455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E455A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E455A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0CE58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7F24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A54A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EB641B" w14:textId="5FE8E6E2" w:rsidR="00580E8D" w:rsidRPr="00D55B33" w:rsidRDefault="00580E8D" w:rsidP="00D55B33">
      <w:pPr>
        <w:spacing w:after="0"/>
        <w:jc w:val="both"/>
        <w:rPr>
          <w:rFonts w:ascii="Corbel" w:hAnsi="Corbel"/>
        </w:rPr>
      </w:pPr>
      <w:r w:rsidRPr="00580E8D">
        <w:rPr>
          <w:rFonts w:ascii="Corbel" w:hAnsi="Corbel"/>
          <w:bCs/>
        </w:rPr>
        <w:t>E</w:t>
      </w:r>
      <w:r w:rsidR="008B491D" w:rsidRPr="00580E8D">
        <w:rPr>
          <w:rFonts w:ascii="Corbel" w:hAnsi="Corbel"/>
          <w:bCs/>
        </w:rPr>
        <w:t>g</w:t>
      </w:r>
      <w:r w:rsidR="008B491D" w:rsidRPr="00D17F70">
        <w:rPr>
          <w:rFonts w:ascii="Corbel" w:hAnsi="Corbel"/>
        </w:rPr>
        <w:t>zamin w formie pisemnej lub ustnej.</w:t>
      </w:r>
      <w:r w:rsidR="008B491D" w:rsidRPr="00D07D4A">
        <w:rPr>
          <w:rFonts w:ascii="Corbel" w:hAnsi="Corbel"/>
        </w:rPr>
        <w:t xml:space="preserve"> </w:t>
      </w:r>
      <w:r w:rsidR="008B491D" w:rsidRPr="00D17F70">
        <w:rPr>
          <w:rFonts w:ascii="Corbel" w:hAnsi="Corbel"/>
        </w:rPr>
        <w:t>Egzamin pisemny zawierać może pytania testowe, otwarte oraz problemy do rozwiązania.</w:t>
      </w:r>
    </w:p>
    <w:p w14:paraId="2D0413FC" w14:textId="77777777" w:rsidR="00580E8D" w:rsidRDefault="00580E8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EF74DC" w14:textId="766C1F92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D472E6" w14:textId="77777777" w:rsidTr="00745302">
        <w:tc>
          <w:tcPr>
            <w:tcW w:w="9670" w:type="dxa"/>
          </w:tcPr>
          <w:p w14:paraId="3B631349" w14:textId="1883957B" w:rsidR="0085747A" w:rsidRPr="009C54AE" w:rsidRDefault="00C23D5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62E7988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648D0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6BDF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61A7A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6A35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85BE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1D55B7C" w14:textId="77777777" w:rsidTr="00923D7D">
        <w:tc>
          <w:tcPr>
            <w:tcW w:w="851" w:type="dxa"/>
            <w:vAlign w:val="center"/>
          </w:tcPr>
          <w:p w14:paraId="56DB00B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B6CCA3" w14:textId="644C5E7E" w:rsidR="0085747A" w:rsidRPr="009C54AE" w:rsidRDefault="00F94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4FA6">
              <w:rPr>
                <w:rFonts w:ascii="Corbel" w:hAnsi="Corbel"/>
                <w:b w:val="0"/>
                <w:sz w:val="24"/>
                <w:szCs w:val="24"/>
              </w:rPr>
              <w:t>Student</w:t>
            </w:r>
            <w:r w:rsidR="00C52BCE">
              <w:rPr>
                <w:rFonts w:ascii="Corbel" w:hAnsi="Corbel"/>
                <w:b w:val="0"/>
                <w:sz w:val="24"/>
                <w:szCs w:val="24"/>
              </w:rPr>
              <w:t xml:space="preserve"> posiada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wiedzę</w:t>
            </w:r>
            <w:r w:rsidR="00C52BCE">
              <w:rPr>
                <w:rFonts w:ascii="Corbel" w:hAnsi="Corbel"/>
                <w:b w:val="0"/>
                <w:sz w:val="24"/>
                <w:szCs w:val="24"/>
              </w:rPr>
              <w:t xml:space="preserve"> dotyczącą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8109C">
              <w:rPr>
                <w:rFonts w:ascii="Corbel" w:hAnsi="Corbel"/>
                <w:b w:val="0"/>
                <w:sz w:val="24"/>
                <w:szCs w:val="24"/>
              </w:rPr>
              <w:t xml:space="preserve">ustroju 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administracji zarówno rządowej, jak i samorządowej. </w:t>
            </w:r>
          </w:p>
        </w:tc>
      </w:tr>
      <w:tr w:rsidR="0085747A" w:rsidRPr="009C54AE" w14:paraId="54297665" w14:textId="77777777" w:rsidTr="00923D7D">
        <w:tc>
          <w:tcPr>
            <w:tcW w:w="851" w:type="dxa"/>
            <w:vAlign w:val="center"/>
          </w:tcPr>
          <w:p w14:paraId="31238ED2" w14:textId="024D44FE" w:rsidR="0085747A" w:rsidRPr="009C54AE" w:rsidRDefault="007A017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2AE1E9" w14:textId="2EA5631C" w:rsidR="0085747A" w:rsidRPr="009C54AE" w:rsidRDefault="007A01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 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potrafi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przedstawi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podstawow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instytucj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 xml:space="preserve">administracji i 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prawa administracyjnego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>pokazać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>problem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E2B3F" w:rsidRPr="00F94FA6">
              <w:rPr>
                <w:rFonts w:ascii="Corbel" w:hAnsi="Corbel"/>
                <w:b w:val="0"/>
                <w:sz w:val="24"/>
                <w:szCs w:val="24"/>
              </w:rPr>
              <w:t xml:space="preserve"> z ich funkcjonowaniem</w:t>
            </w:r>
          </w:p>
        </w:tc>
      </w:tr>
      <w:tr w:rsidR="0085747A" w:rsidRPr="009C54AE" w14:paraId="093B4504" w14:textId="77777777" w:rsidTr="00923D7D">
        <w:tc>
          <w:tcPr>
            <w:tcW w:w="851" w:type="dxa"/>
            <w:vAlign w:val="center"/>
          </w:tcPr>
          <w:p w14:paraId="55AFD6DC" w14:textId="31FEB39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8467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5D28B6A" w14:textId="1BCE883C" w:rsidR="0085747A" w:rsidRPr="009C54AE" w:rsidRDefault="0067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84679">
              <w:rPr>
                <w:rFonts w:ascii="Corbel" w:hAnsi="Corbel"/>
                <w:b w:val="0"/>
                <w:sz w:val="24"/>
                <w:szCs w:val="24"/>
              </w:rPr>
              <w:t>tuden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6E2B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E2FF2">
              <w:rPr>
                <w:rFonts w:ascii="Corbel" w:hAnsi="Corbel"/>
                <w:b w:val="0"/>
                <w:sz w:val="24"/>
                <w:szCs w:val="24"/>
              </w:rPr>
              <w:t xml:space="preserve">potrafi  </w:t>
            </w:r>
            <w:r w:rsidR="004574D9">
              <w:rPr>
                <w:rFonts w:ascii="Corbel" w:hAnsi="Corbel"/>
                <w:b w:val="0"/>
                <w:sz w:val="24"/>
                <w:szCs w:val="24"/>
              </w:rPr>
              <w:t xml:space="preserve">wskazać </w:t>
            </w:r>
            <w:r w:rsidR="002335E4">
              <w:rPr>
                <w:rFonts w:ascii="Corbel" w:hAnsi="Corbel"/>
                <w:b w:val="0"/>
                <w:sz w:val="24"/>
                <w:szCs w:val="24"/>
              </w:rPr>
              <w:t xml:space="preserve">wybrane </w:t>
            </w:r>
            <w:r w:rsidR="002E2FF2">
              <w:rPr>
                <w:rFonts w:ascii="Corbel" w:hAnsi="Corbel"/>
                <w:b w:val="0"/>
                <w:sz w:val="24"/>
                <w:szCs w:val="24"/>
              </w:rPr>
              <w:t>problemy</w:t>
            </w:r>
            <w:r w:rsidR="004574D9">
              <w:rPr>
                <w:rFonts w:ascii="Corbel" w:hAnsi="Corbel"/>
                <w:b w:val="0"/>
                <w:sz w:val="24"/>
                <w:szCs w:val="24"/>
              </w:rPr>
              <w:t xml:space="preserve"> współczesnej administracji publicznej</w:t>
            </w:r>
          </w:p>
        </w:tc>
      </w:tr>
    </w:tbl>
    <w:p w14:paraId="41D36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936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A82568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382A5CA" w14:textId="77777777" w:rsidTr="00843963">
        <w:tc>
          <w:tcPr>
            <w:tcW w:w="1681" w:type="dxa"/>
            <w:vAlign w:val="center"/>
          </w:tcPr>
          <w:p w14:paraId="453D17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CCF9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985F7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3963" w:rsidRPr="009C54AE" w14:paraId="0F90FC59" w14:textId="77777777" w:rsidTr="00843963">
        <w:tc>
          <w:tcPr>
            <w:tcW w:w="1681" w:type="dxa"/>
          </w:tcPr>
          <w:p w14:paraId="661EFB64" w14:textId="77777777" w:rsidR="00843963" w:rsidRPr="009C54AE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shd w:val="clear" w:color="auto" w:fill="auto"/>
          </w:tcPr>
          <w:p w14:paraId="4D9F1055" w14:textId="2547948A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 xml:space="preserve">Definiuje </w:t>
            </w:r>
            <w:r w:rsidR="00D4499E">
              <w:rPr>
                <w:rFonts w:ascii="Corbel" w:hAnsi="Corbel"/>
                <w:b w:val="0"/>
                <w:bCs/>
              </w:rPr>
              <w:t>podstawowe pojęcia</w:t>
            </w:r>
            <w:r w:rsidRPr="00843963">
              <w:rPr>
                <w:rFonts w:ascii="Corbel" w:hAnsi="Corbel"/>
                <w:b w:val="0"/>
                <w:bCs/>
              </w:rPr>
              <w:t xml:space="preserve"> z zakresu administracji i prawa administracyjnego</w:t>
            </w:r>
          </w:p>
        </w:tc>
        <w:tc>
          <w:tcPr>
            <w:tcW w:w="1865" w:type="dxa"/>
          </w:tcPr>
          <w:p w14:paraId="6A426105" w14:textId="641E44C6" w:rsidR="00843963" w:rsidRPr="009C54AE" w:rsidRDefault="00D30087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43963" w:rsidRPr="009C54AE" w14:paraId="2D42A422" w14:textId="77777777" w:rsidTr="00843963">
        <w:tc>
          <w:tcPr>
            <w:tcW w:w="1681" w:type="dxa"/>
          </w:tcPr>
          <w:p w14:paraId="0752D11E" w14:textId="7BC1D02C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shd w:val="clear" w:color="auto" w:fill="auto"/>
          </w:tcPr>
          <w:p w14:paraId="0F2D31F6" w14:textId="7AA613BA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Ocenia i wykorzystuje wiedzę teoretyczną do opisu i analizowania przyczyn i przebiegu procesów i zjawisk w obrębie administracji oraz potrafi formułować własne opinie</w:t>
            </w:r>
          </w:p>
        </w:tc>
        <w:tc>
          <w:tcPr>
            <w:tcW w:w="1865" w:type="dxa"/>
          </w:tcPr>
          <w:p w14:paraId="53E25779" w14:textId="73AC7EBD" w:rsidR="00843963" w:rsidRPr="009C54AE" w:rsidRDefault="00D30087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AA0E0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A0E06" w:rsidRPr="00195917">
              <w:rPr>
                <w:rFonts w:ascii="Corbel" w:hAnsi="Corbel"/>
                <w:b w:val="0"/>
                <w:smallCaps w:val="0"/>
                <w:szCs w:val="24"/>
              </w:rPr>
              <w:t xml:space="preserve"> K_U01</w:t>
            </w:r>
          </w:p>
        </w:tc>
      </w:tr>
      <w:tr w:rsidR="00843963" w:rsidRPr="009C54AE" w14:paraId="3493CE74" w14:textId="77777777" w:rsidTr="00843963">
        <w:tc>
          <w:tcPr>
            <w:tcW w:w="1681" w:type="dxa"/>
          </w:tcPr>
          <w:p w14:paraId="5E92AB05" w14:textId="49A72065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shd w:val="clear" w:color="auto" w:fill="auto"/>
          </w:tcPr>
          <w:p w14:paraId="3BB7B8E1" w14:textId="504FB5C3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Stosuje przepisy prawa administracyjnego do rozstrzygania konkretnych problemów i stanów faktycznych (kazusów)</w:t>
            </w:r>
          </w:p>
        </w:tc>
        <w:tc>
          <w:tcPr>
            <w:tcW w:w="1865" w:type="dxa"/>
          </w:tcPr>
          <w:p w14:paraId="123C7651" w14:textId="764CA69E" w:rsidR="00843963" w:rsidRPr="009C54AE" w:rsidRDefault="00A45EDC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13702" w:rsidRPr="00195917"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843963" w:rsidRPr="009C54AE" w14:paraId="3A7AD582" w14:textId="77777777" w:rsidTr="00843963">
        <w:tc>
          <w:tcPr>
            <w:tcW w:w="1681" w:type="dxa"/>
          </w:tcPr>
          <w:p w14:paraId="14A5811D" w14:textId="31528D2D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shd w:val="clear" w:color="auto" w:fill="auto"/>
          </w:tcPr>
          <w:p w14:paraId="2C56E1F8" w14:textId="1CFCE8F6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Posiada świadomość swojej wiedzy oraz  zdolność do jej pogłębiania i nadążania za zmianami w prawie administracyjnym</w:t>
            </w:r>
          </w:p>
        </w:tc>
        <w:tc>
          <w:tcPr>
            <w:tcW w:w="1865" w:type="dxa"/>
          </w:tcPr>
          <w:p w14:paraId="1C27B5EC" w14:textId="6C362716" w:rsidR="00843963" w:rsidRPr="009C54AE" w:rsidRDefault="003C76D8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43963" w:rsidRPr="009C54AE" w14:paraId="559FDB1A" w14:textId="77777777" w:rsidTr="00843963">
        <w:tc>
          <w:tcPr>
            <w:tcW w:w="1681" w:type="dxa"/>
          </w:tcPr>
          <w:p w14:paraId="7D685BD7" w14:textId="36EE6428" w:rsidR="00843963" w:rsidRPr="009C54AE" w:rsidRDefault="00501D54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RK_0</w:t>
            </w:r>
            <w:r w:rsidR="00F1370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shd w:val="clear" w:color="auto" w:fill="auto"/>
          </w:tcPr>
          <w:p w14:paraId="27982FC8" w14:textId="2D81E728" w:rsidR="00843963" w:rsidRPr="00843963" w:rsidRDefault="00843963" w:rsidP="008439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 xml:space="preserve">Rozumie konieczność śledzenia zmian legislacyjnych w zakresie regulacji normatywnych odnoszących się do administracji </w:t>
            </w:r>
          </w:p>
        </w:tc>
        <w:tc>
          <w:tcPr>
            <w:tcW w:w="1865" w:type="dxa"/>
          </w:tcPr>
          <w:p w14:paraId="146DDC0F" w14:textId="7C09DAC2" w:rsidR="00843963" w:rsidRPr="009C54AE" w:rsidRDefault="001F4EEC" w:rsidP="0084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5B61A7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0AFD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1658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432E0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0B4B2" w14:textId="77777777" w:rsidTr="007B5853">
        <w:tc>
          <w:tcPr>
            <w:tcW w:w="9520" w:type="dxa"/>
          </w:tcPr>
          <w:p w14:paraId="3A4928D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853" w:rsidRPr="009C54AE" w14:paraId="1AE4C0DA" w14:textId="77777777" w:rsidTr="007B5853">
        <w:tc>
          <w:tcPr>
            <w:tcW w:w="9520" w:type="dxa"/>
          </w:tcPr>
          <w:p w14:paraId="4D10DC6B" w14:textId="1ABF062B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 xml:space="preserve">1. Pojęcie administracji i </w:t>
            </w:r>
            <w:r>
              <w:t xml:space="preserve">prawa </w:t>
            </w:r>
            <w:r w:rsidRPr="006B6ACB">
              <w:t>administracyjnego</w:t>
            </w:r>
            <w:r>
              <w:t>. Po</w:t>
            </w:r>
            <w:r w:rsidR="00470EB7">
              <w:t>dzi</w:t>
            </w:r>
            <w:r>
              <w:t xml:space="preserve">ał </w:t>
            </w:r>
            <w:r w:rsidR="00470EB7">
              <w:t xml:space="preserve">norm </w:t>
            </w:r>
            <w:r>
              <w:t>prawa</w:t>
            </w:r>
            <w:r w:rsidR="00470EB7">
              <w:t xml:space="preserve"> administracyjnego. – 2 godz.</w:t>
            </w:r>
          </w:p>
        </w:tc>
      </w:tr>
      <w:tr w:rsidR="0084065D" w:rsidRPr="009C54AE" w14:paraId="63F053BF" w14:textId="77777777" w:rsidTr="007B5853">
        <w:tc>
          <w:tcPr>
            <w:tcW w:w="9520" w:type="dxa"/>
          </w:tcPr>
          <w:p w14:paraId="10BDFF1A" w14:textId="4C6C54E1" w:rsidR="0084065D" w:rsidRPr="006B6ACB" w:rsidRDefault="0084065D" w:rsidP="007B5853">
            <w:pPr>
              <w:pStyle w:val="Akapitzlist"/>
              <w:spacing w:after="0" w:line="240" w:lineRule="auto"/>
              <w:ind w:left="-250" w:firstLine="250"/>
            </w:pPr>
            <w:r>
              <w:t>2. Źródła prawa administracyjnego - 2 godz.</w:t>
            </w:r>
          </w:p>
        </w:tc>
      </w:tr>
      <w:tr w:rsidR="0041204F" w:rsidRPr="009C54AE" w14:paraId="377677DC" w14:textId="77777777" w:rsidTr="007B5853">
        <w:tc>
          <w:tcPr>
            <w:tcW w:w="9520" w:type="dxa"/>
          </w:tcPr>
          <w:p w14:paraId="4B026F59" w14:textId="174F7123" w:rsidR="0041204F" w:rsidRDefault="0041204F" w:rsidP="007B5853">
            <w:pPr>
              <w:pStyle w:val="Akapitzlist"/>
              <w:spacing w:after="0" w:line="240" w:lineRule="auto"/>
              <w:ind w:left="-250" w:firstLine="250"/>
            </w:pPr>
            <w:r>
              <w:t>3. Podmioty administrujące – 2 godz.</w:t>
            </w:r>
          </w:p>
        </w:tc>
      </w:tr>
      <w:tr w:rsidR="007B5853" w:rsidRPr="009C54AE" w14:paraId="76FEB1FF" w14:textId="77777777" w:rsidTr="007B5853">
        <w:tc>
          <w:tcPr>
            <w:tcW w:w="9520" w:type="dxa"/>
          </w:tcPr>
          <w:p w14:paraId="54C725B7" w14:textId="2ED3DA61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 xml:space="preserve">2. Administracja </w:t>
            </w:r>
            <w:r w:rsidR="00881D3F">
              <w:t xml:space="preserve">naczelna i urzędy </w:t>
            </w:r>
            <w:r w:rsidRPr="006B6ACB">
              <w:t>centraln</w:t>
            </w:r>
            <w:r w:rsidR="00881D3F">
              <w:t>e</w:t>
            </w:r>
            <w:r w:rsidR="007A7023">
              <w:t xml:space="preserve"> – 2 godz.</w:t>
            </w:r>
          </w:p>
        </w:tc>
      </w:tr>
      <w:tr w:rsidR="007B5853" w:rsidRPr="009C54AE" w14:paraId="1BD0A819" w14:textId="77777777" w:rsidTr="007B5853">
        <w:tc>
          <w:tcPr>
            <w:tcW w:w="9520" w:type="dxa"/>
          </w:tcPr>
          <w:p w14:paraId="23FF7FA5" w14:textId="6FF643C8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3. Terenowa administracja rządowa zespolona</w:t>
            </w:r>
            <w:r w:rsidR="007A7023">
              <w:t xml:space="preserve"> – 2 godz.</w:t>
            </w:r>
          </w:p>
        </w:tc>
      </w:tr>
      <w:tr w:rsidR="007B5853" w:rsidRPr="009C54AE" w14:paraId="63756AB4" w14:textId="77777777" w:rsidTr="007B5853">
        <w:tc>
          <w:tcPr>
            <w:tcW w:w="9520" w:type="dxa"/>
          </w:tcPr>
          <w:p w14:paraId="7D41E183" w14:textId="748F3DCC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4. Niezespolona administracja rządowa</w:t>
            </w:r>
            <w:r w:rsidR="007A7023">
              <w:t xml:space="preserve"> – </w:t>
            </w:r>
            <w:r w:rsidR="00881D3F">
              <w:t>1</w:t>
            </w:r>
            <w:r w:rsidR="007A7023">
              <w:t xml:space="preserve"> godz.</w:t>
            </w:r>
          </w:p>
        </w:tc>
      </w:tr>
      <w:tr w:rsidR="007B5853" w:rsidRPr="009C54AE" w14:paraId="48F10741" w14:textId="77777777" w:rsidTr="007B5853">
        <w:tc>
          <w:tcPr>
            <w:tcW w:w="9520" w:type="dxa"/>
          </w:tcPr>
          <w:p w14:paraId="7EEC43C6" w14:textId="7BD4C1C1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5. Samorząd terytorialny – zagadnienia ogólne, organizacja i funkcjonowanie</w:t>
            </w:r>
            <w:r w:rsidR="007A7023">
              <w:t xml:space="preserve"> – </w:t>
            </w:r>
            <w:r w:rsidR="00610B1E">
              <w:t>6</w:t>
            </w:r>
            <w:r w:rsidR="007A7023">
              <w:t xml:space="preserve"> godz.</w:t>
            </w:r>
          </w:p>
        </w:tc>
      </w:tr>
      <w:tr w:rsidR="007B5853" w:rsidRPr="009C54AE" w14:paraId="6EF2722C" w14:textId="77777777" w:rsidTr="007B5853">
        <w:tc>
          <w:tcPr>
            <w:tcW w:w="9520" w:type="dxa"/>
          </w:tcPr>
          <w:p w14:paraId="2BB236F0" w14:textId="27B455B7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6. Wybrane problemy jednostek samorządu terytorialnego</w:t>
            </w:r>
            <w:r w:rsidR="007A7023">
              <w:t xml:space="preserve"> – </w:t>
            </w:r>
            <w:r w:rsidR="0072564F">
              <w:t>4</w:t>
            </w:r>
            <w:r w:rsidR="007A7023">
              <w:t xml:space="preserve"> godz.</w:t>
            </w:r>
          </w:p>
        </w:tc>
      </w:tr>
      <w:tr w:rsidR="007B5853" w:rsidRPr="009C54AE" w14:paraId="68C7FD8C" w14:textId="77777777" w:rsidTr="007B5853">
        <w:tc>
          <w:tcPr>
            <w:tcW w:w="9520" w:type="dxa"/>
          </w:tcPr>
          <w:p w14:paraId="28B2A746" w14:textId="3FC9BFF9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7. Formy współdziałania jednostek samorządu terytorialnego</w:t>
            </w:r>
            <w:r w:rsidR="007A7023">
              <w:t xml:space="preserve"> – 2 godz.</w:t>
            </w:r>
          </w:p>
        </w:tc>
      </w:tr>
      <w:tr w:rsidR="007B5853" w:rsidRPr="009C54AE" w14:paraId="277358B4" w14:textId="77777777" w:rsidTr="007B5853">
        <w:tc>
          <w:tcPr>
            <w:tcW w:w="9520" w:type="dxa"/>
          </w:tcPr>
          <w:p w14:paraId="5F38F747" w14:textId="73F483B3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8. Samorządowe kolegia odwoławcze</w:t>
            </w:r>
            <w:r w:rsidR="007A7023">
              <w:t xml:space="preserve"> – 1 godz.</w:t>
            </w:r>
          </w:p>
        </w:tc>
      </w:tr>
      <w:tr w:rsidR="007B5853" w:rsidRPr="009C54AE" w14:paraId="3BF34C06" w14:textId="77777777" w:rsidTr="007B5853">
        <w:tc>
          <w:tcPr>
            <w:tcW w:w="9520" w:type="dxa"/>
          </w:tcPr>
          <w:p w14:paraId="72FBAB9B" w14:textId="1FDEA736" w:rsidR="007B5853" w:rsidRPr="009C54AE" w:rsidRDefault="007B5853" w:rsidP="007B58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lastRenderedPageBreak/>
              <w:t xml:space="preserve">9. Wybrane zagadnienia i problemy materialnego prawa administracyjnego </w:t>
            </w:r>
            <w:r w:rsidR="007A7023">
              <w:t xml:space="preserve">– </w:t>
            </w:r>
            <w:r w:rsidR="0072564F">
              <w:t xml:space="preserve"> 6 </w:t>
            </w:r>
            <w:r w:rsidR="007A7023">
              <w:t>godz.</w:t>
            </w:r>
          </w:p>
        </w:tc>
      </w:tr>
      <w:tr w:rsidR="007B5853" w:rsidRPr="00870F8F" w14:paraId="39320650" w14:textId="77777777" w:rsidTr="007B5853">
        <w:tc>
          <w:tcPr>
            <w:tcW w:w="9520" w:type="dxa"/>
          </w:tcPr>
          <w:p w14:paraId="370440AD" w14:textId="7B1F7D05" w:rsidR="007B5853" w:rsidRPr="00870F8F" w:rsidRDefault="000B4793" w:rsidP="007B585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70F8F">
              <w:rPr>
                <w:rFonts w:ascii="Times New Roman" w:hAnsi="Times New Roman"/>
                <w:sz w:val="24"/>
                <w:szCs w:val="24"/>
              </w:rPr>
              <w:t>Suma                                                                                                                30 godzin</w:t>
            </w:r>
          </w:p>
        </w:tc>
      </w:tr>
    </w:tbl>
    <w:p w14:paraId="2ECD81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F4A55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77A5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74D292" w14:textId="77777777" w:rsidTr="00631600">
        <w:tc>
          <w:tcPr>
            <w:tcW w:w="9520" w:type="dxa"/>
          </w:tcPr>
          <w:p w14:paraId="391F1BA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0E8D" w:rsidRPr="009C54AE" w14:paraId="2DA0C3FC" w14:textId="77777777" w:rsidTr="00631600">
        <w:tc>
          <w:tcPr>
            <w:tcW w:w="9520" w:type="dxa"/>
          </w:tcPr>
          <w:p w14:paraId="344A9E1E" w14:textId="77777777" w:rsidR="00580E8D" w:rsidRPr="009C54AE" w:rsidRDefault="00580E8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80E8D" w:rsidRPr="009C54AE" w14:paraId="471B15C3" w14:textId="77777777" w:rsidTr="00631600">
        <w:tc>
          <w:tcPr>
            <w:tcW w:w="9520" w:type="dxa"/>
          </w:tcPr>
          <w:p w14:paraId="113C0867" w14:textId="77777777" w:rsidR="00580E8D" w:rsidRPr="009C54AE" w:rsidRDefault="00580E8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80E8D" w:rsidRPr="009C54AE" w14:paraId="440EB0E5" w14:textId="77777777" w:rsidTr="00631600">
        <w:tc>
          <w:tcPr>
            <w:tcW w:w="9520" w:type="dxa"/>
          </w:tcPr>
          <w:p w14:paraId="3E32F5DB" w14:textId="77777777" w:rsidR="00580E8D" w:rsidRPr="009C54AE" w:rsidRDefault="00580E8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B8F7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41D9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20E5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9AFEF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2AF526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AF9B09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877083E" w14:textId="65E32FD1" w:rsidR="0085747A" w:rsidRPr="00EE2CFD" w:rsidRDefault="00153C41" w:rsidP="00EE2CF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983D5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1AF19" w14:textId="77777777" w:rsidR="00EE2CFD" w:rsidRPr="00D07D4A" w:rsidRDefault="00EE2CFD" w:rsidP="00EE2CF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D07D4A">
        <w:rPr>
          <w:rFonts w:ascii="Corbel" w:hAnsi="Corbel"/>
          <w:b w:val="0"/>
          <w:smallCaps w:val="0"/>
          <w:sz w:val="22"/>
        </w:rPr>
        <w:t>Wykład, wykład z prezentacją multimedialną, analiza i interpretacja tekstów źródłowych, praca w grupach, analiza przypadków.</w:t>
      </w:r>
    </w:p>
    <w:p w14:paraId="31A01C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68B9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8F7C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B328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1820A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AA9C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3C3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8FD838" w14:textId="77777777" w:rsidTr="00C05F44">
        <w:tc>
          <w:tcPr>
            <w:tcW w:w="1985" w:type="dxa"/>
            <w:vAlign w:val="center"/>
          </w:tcPr>
          <w:p w14:paraId="71DC091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561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BAC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97E1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67A7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778312" w14:textId="77777777" w:rsidTr="00C05F44">
        <w:tc>
          <w:tcPr>
            <w:tcW w:w="1985" w:type="dxa"/>
          </w:tcPr>
          <w:p w14:paraId="7566B6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0737A3C" w14:textId="27BE2C6D" w:rsidR="0085747A" w:rsidRPr="00846C08" w:rsidRDefault="00846C08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924F27D" w14:textId="54F49356" w:rsidR="0085747A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1BCC8CB" w14:textId="77777777" w:rsidTr="00C05F44">
        <w:tc>
          <w:tcPr>
            <w:tcW w:w="1985" w:type="dxa"/>
          </w:tcPr>
          <w:p w14:paraId="08EC3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189AC2" w14:textId="4A6DE77B" w:rsidR="0085747A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2F5FB77" w14:textId="3A654B48" w:rsidR="0085747A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B2D13" w:rsidRPr="009C54AE" w14:paraId="6903C2A2" w14:textId="77777777" w:rsidTr="00C05F44">
        <w:tc>
          <w:tcPr>
            <w:tcW w:w="1985" w:type="dxa"/>
          </w:tcPr>
          <w:p w14:paraId="0290F533" w14:textId="2F87332E" w:rsidR="00AB2D13" w:rsidRPr="009C54AE" w:rsidRDefault="00AB2D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1B6140" w14:textId="55CD4750" w:rsidR="00AB2D13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B6E7ED0" w14:textId="6E122DAA" w:rsidR="00AB2D13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B2D13" w:rsidRPr="009C54AE" w14:paraId="48155BAA" w14:textId="77777777" w:rsidTr="00C05F44">
        <w:tc>
          <w:tcPr>
            <w:tcW w:w="1985" w:type="dxa"/>
          </w:tcPr>
          <w:p w14:paraId="7987375D" w14:textId="294072E9" w:rsidR="00AB2D13" w:rsidRPr="009C54AE" w:rsidRDefault="00AB2D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FA2EB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363DF26" w14:textId="7A4538B0" w:rsidR="00AB2D13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  <w:r>
              <w:rPr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9749217" w14:textId="0ED3C857" w:rsidR="00AB2D13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B2D13" w:rsidRPr="009C54AE" w14:paraId="04EB5084" w14:textId="77777777" w:rsidTr="00C05F44">
        <w:tc>
          <w:tcPr>
            <w:tcW w:w="1985" w:type="dxa"/>
          </w:tcPr>
          <w:p w14:paraId="04DDCE7B" w14:textId="11502C30" w:rsidR="00AB2D13" w:rsidRPr="009C54AE" w:rsidRDefault="00FA2E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C46EA26" w14:textId="272CA850" w:rsidR="00AB2D13" w:rsidRPr="009C54AE" w:rsidRDefault="00E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6C08">
              <w:rPr>
                <w:b w:val="0"/>
                <w:szCs w:val="24"/>
              </w:rPr>
              <w:t>Egzamin</w:t>
            </w:r>
            <w:r>
              <w:rPr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79186C0" w14:textId="4D2964B1" w:rsidR="00AB2D13" w:rsidRPr="009C54AE" w:rsidRDefault="00E43C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426FCE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2BA0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88BF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746300" w14:textId="77777777" w:rsidTr="00923D7D">
        <w:tc>
          <w:tcPr>
            <w:tcW w:w="9670" w:type="dxa"/>
          </w:tcPr>
          <w:p w14:paraId="7E17162B" w14:textId="77777777" w:rsidR="008F51D7" w:rsidRPr="008F51D7" w:rsidRDefault="008F51D7" w:rsidP="008F51D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1D7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2D2264E6" w14:textId="56BA7E49" w:rsidR="0085747A" w:rsidRPr="009C54AE" w:rsidRDefault="008F51D7" w:rsidP="008F5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1D7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1B8586AD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8C5A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06E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85EB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B18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F603ABD" w14:textId="77777777" w:rsidTr="003E1941">
        <w:tc>
          <w:tcPr>
            <w:tcW w:w="4962" w:type="dxa"/>
            <w:vAlign w:val="center"/>
          </w:tcPr>
          <w:p w14:paraId="3FCBCF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F6CE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7AF38A" w14:textId="77777777" w:rsidTr="00923D7D">
        <w:tc>
          <w:tcPr>
            <w:tcW w:w="4962" w:type="dxa"/>
          </w:tcPr>
          <w:p w14:paraId="29BA543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3E20BD" w14:textId="3DBE06AB" w:rsidR="0085747A" w:rsidRPr="009C54AE" w:rsidRDefault="00A87855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0331272" w14:textId="77777777" w:rsidTr="00923D7D">
        <w:tc>
          <w:tcPr>
            <w:tcW w:w="4962" w:type="dxa"/>
          </w:tcPr>
          <w:p w14:paraId="55DDB8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071E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2673BE" w14:textId="4A944797" w:rsidR="00C61DC5" w:rsidRPr="009C54AE" w:rsidRDefault="005B1C97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878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6B612498" w14:textId="77777777" w:rsidTr="00923D7D">
        <w:tc>
          <w:tcPr>
            <w:tcW w:w="4962" w:type="dxa"/>
          </w:tcPr>
          <w:p w14:paraId="025771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FB411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DD93A6F" w14:textId="77777777" w:rsidR="00C61DC5" w:rsidRDefault="00C61DC5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0560D8" w14:textId="39570259" w:rsidR="00401986" w:rsidRPr="009C54AE" w:rsidRDefault="00A87855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C14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4168E24" w14:textId="77777777" w:rsidTr="00923D7D">
        <w:tc>
          <w:tcPr>
            <w:tcW w:w="4962" w:type="dxa"/>
          </w:tcPr>
          <w:p w14:paraId="08C5CB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0FCC1F" w14:textId="69726030" w:rsidR="0085747A" w:rsidRPr="009C54AE" w:rsidRDefault="00401986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B1C97">
              <w:rPr>
                <w:rFonts w:ascii="Corbel" w:hAnsi="Corbel"/>
                <w:sz w:val="24"/>
                <w:szCs w:val="24"/>
              </w:rPr>
              <w:t>2</w:t>
            </w:r>
            <w:r w:rsidR="00A8785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7A66008" w14:textId="77777777" w:rsidTr="00923D7D">
        <w:tc>
          <w:tcPr>
            <w:tcW w:w="4962" w:type="dxa"/>
          </w:tcPr>
          <w:p w14:paraId="1057BC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E6F735" w14:textId="63E10546" w:rsidR="0085747A" w:rsidRPr="009C54AE" w:rsidRDefault="00A87855" w:rsidP="00F03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4BED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16D4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3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1010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DF7070" w14:textId="77777777" w:rsidTr="0071620A">
        <w:trPr>
          <w:trHeight w:val="397"/>
        </w:trPr>
        <w:tc>
          <w:tcPr>
            <w:tcW w:w="3544" w:type="dxa"/>
          </w:tcPr>
          <w:p w14:paraId="4E62F4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545220" w14:textId="7150AC1B" w:rsidR="0085747A" w:rsidRPr="009C54AE" w:rsidRDefault="00971E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D9473B7" w14:textId="77777777" w:rsidTr="0071620A">
        <w:trPr>
          <w:trHeight w:val="397"/>
        </w:trPr>
        <w:tc>
          <w:tcPr>
            <w:tcW w:w="3544" w:type="dxa"/>
          </w:tcPr>
          <w:p w14:paraId="6CE958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EA4CE3" w14:textId="1BA4424E" w:rsidR="0085747A" w:rsidRPr="009C54AE" w:rsidRDefault="00971E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27DF6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1C3B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AEFD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57F7787" w14:textId="77777777" w:rsidTr="0071620A">
        <w:trPr>
          <w:trHeight w:val="397"/>
        </w:trPr>
        <w:tc>
          <w:tcPr>
            <w:tcW w:w="7513" w:type="dxa"/>
          </w:tcPr>
          <w:p w14:paraId="34FF93F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9F83DF" w14:textId="6DFCCD7A" w:rsidR="00967645" w:rsidRPr="00E5781E" w:rsidRDefault="00967645" w:rsidP="00967645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 xml:space="preserve">1. E. Ura, Prawo administracyjne, Wolters Kluwer, Warszawa 201. </w:t>
            </w:r>
          </w:p>
          <w:p w14:paraId="4992EE5C" w14:textId="77777777" w:rsidR="00967645" w:rsidRPr="00E5781E" w:rsidRDefault="00967645" w:rsidP="00967645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 xml:space="preserve">2. Zofia </w:t>
            </w:r>
            <w:proofErr w:type="spellStart"/>
            <w:r w:rsidRPr="00E5781E">
              <w:rPr>
                <w:rFonts w:ascii="Corbel" w:hAnsi="Corbel"/>
              </w:rPr>
              <w:t>Duniewska</w:t>
            </w:r>
            <w:proofErr w:type="spellEnd"/>
            <w:r w:rsidRPr="00E5781E">
              <w:rPr>
                <w:rFonts w:ascii="Corbel" w:hAnsi="Corbel"/>
              </w:rPr>
              <w:t xml:space="preserve">, Barbara Jaworska-Dębska, Ewa Olejniczak-Szałowska, Małgorzata </w:t>
            </w:r>
            <w:proofErr w:type="spellStart"/>
            <w:r w:rsidRPr="00E5781E">
              <w:rPr>
                <w:rFonts w:ascii="Corbel" w:hAnsi="Corbel"/>
              </w:rPr>
              <w:t>Stahl</w:t>
            </w:r>
            <w:proofErr w:type="spellEnd"/>
            <w:r w:rsidRPr="00E5781E">
              <w:rPr>
                <w:rFonts w:ascii="Corbel" w:hAnsi="Corbel"/>
              </w:rPr>
              <w:t xml:space="preserve"> (red. naukowy), Prawo administracyjne materialne, Wolters Kluwer, Warszawa 2016.</w:t>
            </w:r>
          </w:p>
          <w:p w14:paraId="24CF0C13" w14:textId="77777777" w:rsidR="00967645" w:rsidRPr="00E5781E" w:rsidRDefault="00967645" w:rsidP="00967645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>3. M. Zdyb, J. Stelmasiak (red.), Prawo administracyjne, Wolters Kluwer, Warszawa 2020.</w:t>
            </w:r>
          </w:p>
          <w:p w14:paraId="4B481CAD" w14:textId="77777777" w:rsidR="008B1F2F" w:rsidRDefault="00967645" w:rsidP="00E26CC8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E5781E">
              <w:rPr>
                <w:rFonts w:ascii="Corbel" w:hAnsi="Corbel"/>
              </w:rPr>
              <w:t>4</w:t>
            </w:r>
            <w:r w:rsidRPr="00D764B1">
              <w:rPr>
                <w:rFonts w:ascii="Corbel" w:hAnsi="Corbel"/>
              </w:rPr>
              <w:t xml:space="preserve">. B. Jaworska-Dębska, P. Kledzik, J. </w:t>
            </w:r>
            <w:proofErr w:type="spellStart"/>
            <w:r w:rsidRPr="00D764B1">
              <w:rPr>
                <w:rFonts w:ascii="Corbel" w:hAnsi="Corbel"/>
              </w:rPr>
              <w:t>Sługocki</w:t>
            </w:r>
            <w:proofErr w:type="spellEnd"/>
            <w:r w:rsidRPr="00D764B1">
              <w:rPr>
                <w:rFonts w:ascii="Corbel" w:hAnsi="Corbel"/>
              </w:rPr>
              <w:t>, Wzorce i zasady działania współczesnej administracji publicznej, Wyd. Wolters Kluwer, Warszawa 2020</w:t>
            </w:r>
            <w:r>
              <w:rPr>
                <w:rFonts w:ascii="Times New Roman" w:hAnsi="Times New Roman"/>
              </w:rPr>
              <w:t>,</w:t>
            </w:r>
            <w:r w:rsidR="008B1F2F" w:rsidRPr="00D764B1">
              <w:rPr>
                <w:rFonts w:ascii="Corbel" w:hAnsi="Corbel"/>
              </w:rPr>
              <w:t xml:space="preserve"> </w:t>
            </w:r>
          </w:p>
          <w:p w14:paraId="6D3781E7" w14:textId="747E3EEA" w:rsidR="00967645" w:rsidRPr="009C54AE" w:rsidRDefault="008B1F2F" w:rsidP="00E26CC8">
            <w:pPr>
              <w:spacing w:after="0" w:line="240" w:lineRule="auto"/>
              <w:ind w:left="709" w:hanging="709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</w:rPr>
              <w:t xml:space="preserve">5. </w:t>
            </w:r>
            <w:r w:rsidRPr="00D764B1">
              <w:rPr>
                <w:rFonts w:ascii="Corbel" w:hAnsi="Corbel"/>
              </w:rPr>
              <w:t>B. Dolnicki, Samorząd terytorialny, Wyd. Wolters Kluwer, Warszawa 2019.</w:t>
            </w:r>
          </w:p>
        </w:tc>
      </w:tr>
      <w:tr w:rsidR="0085747A" w:rsidRPr="009C54AE" w14:paraId="0EC22056" w14:textId="77777777" w:rsidTr="0071620A">
        <w:trPr>
          <w:trHeight w:val="397"/>
        </w:trPr>
        <w:tc>
          <w:tcPr>
            <w:tcW w:w="7513" w:type="dxa"/>
          </w:tcPr>
          <w:p w14:paraId="3761BCA5" w14:textId="77777777" w:rsidR="00E26CC8" w:rsidRPr="0063769B" w:rsidRDefault="0085747A" w:rsidP="00E26CC8">
            <w:pPr>
              <w:spacing w:after="0" w:line="240" w:lineRule="auto"/>
              <w:ind w:left="709" w:hanging="709"/>
              <w:rPr>
                <w:rFonts w:ascii="Corbel" w:hAnsi="Corbel"/>
                <w:b/>
                <w:bCs/>
                <w:szCs w:val="24"/>
              </w:rPr>
            </w:pPr>
            <w:r w:rsidRPr="0063769B">
              <w:rPr>
                <w:rFonts w:ascii="Corbel" w:hAnsi="Corbel"/>
                <w:b/>
                <w:bCs/>
                <w:szCs w:val="24"/>
              </w:rPr>
              <w:t xml:space="preserve">Literatura uzupełniająca: </w:t>
            </w:r>
          </w:p>
          <w:p w14:paraId="79017B05" w14:textId="3D446F42" w:rsidR="00E26CC8" w:rsidRPr="00D764B1" w:rsidRDefault="004A3895" w:rsidP="00E26CC8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E26CC8" w:rsidRPr="00D764B1">
              <w:rPr>
                <w:rFonts w:ascii="Corbel" w:hAnsi="Corbel"/>
              </w:rPr>
              <w:t>M. Wierzbowski (red.), Prawo administracyjne, Wolters Kluwer, Warszawa 2017.</w:t>
            </w:r>
          </w:p>
          <w:p w14:paraId="48D95B8A" w14:textId="4522287A" w:rsidR="00E26CC8" w:rsidRPr="00D764B1" w:rsidRDefault="004A3895" w:rsidP="00E26CC8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E26CC8" w:rsidRPr="00D764B1">
              <w:rPr>
                <w:rFonts w:ascii="Corbel" w:hAnsi="Corbel"/>
              </w:rPr>
              <w:t>. J. Zimmermann, Prawo administracyjne, Wyd. Wolters Kluwer 2020.</w:t>
            </w:r>
          </w:p>
          <w:p w14:paraId="1261A556" w14:textId="77777777" w:rsidR="00EC0BB1" w:rsidRPr="00E5781E" w:rsidRDefault="004A3895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</w:rPr>
              <w:t xml:space="preserve">3. </w:t>
            </w:r>
            <w:r w:rsidR="00EC0BB1"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E. Ura, E. Feret, S. Pieprzny (red.), Aktualne problemy funkcjonowania samorządu terytorialnego, Sandomierz-Rzeszów 2017.</w:t>
            </w:r>
          </w:p>
          <w:p w14:paraId="47107F40" w14:textId="77777777" w:rsidR="00EC0BB1" w:rsidRPr="00E5781E" w:rsidRDefault="00EC0BB1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2. E. Ura, S. Pieprzny (red.), Problemy współczesnej administracji publicznej w Polsce, Rzeszów 2016.</w:t>
            </w:r>
          </w:p>
          <w:p w14:paraId="5EEE9E21" w14:textId="77777777" w:rsidR="00EC0BB1" w:rsidRPr="00E5781E" w:rsidRDefault="00EC0BB1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3. E. Ura, E. Feret, S. Pieprzny (red.), Jednostka wobec działań administracji publicznej, Rzeszów 2016.</w:t>
            </w:r>
          </w:p>
          <w:p w14:paraId="033536B4" w14:textId="77777777" w:rsidR="00EC0BB1" w:rsidRPr="00E5781E" w:rsidRDefault="00EC0BB1" w:rsidP="00EC0BB1">
            <w:pPr>
              <w:pStyle w:val="Punktygwne"/>
              <w:spacing w:before="0" w:after="0"/>
              <w:ind w:left="709" w:hanging="70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4. B. Jaworski, M. Ura (red.), Prawnoadministracyjne i finansowe aspekty bezpieczeństwa wewnętrznego państwa wobec aktualnych problemów migracyjnych, Rzeszów 2017.</w:t>
            </w:r>
          </w:p>
          <w:p w14:paraId="2B803B48" w14:textId="77777777" w:rsidR="00EC0BB1" w:rsidRDefault="00EC0BB1" w:rsidP="00EC0BB1">
            <w:pPr>
              <w:pStyle w:val="Punktygwne"/>
              <w:spacing w:before="0" w:after="0"/>
              <w:ind w:left="709" w:hanging="709"/>
              <w:rPr>
                <w:rFonts w:eastAsia="Times New Roman"/>
                <w:b w:val="0"/>
                <w:smallCaps w:val="0"/>
                <w:sz w:val="22"/>
                <w:lang w:eastAsia="pl-PL"/>
              </w:rPr>
            </w:pPr>
            <w:r>
              <w:rPr>
                <w:rFonts w:eastAsia="Times New Roman"/>
                <w:b w:val="0"/>
                <w:smallCaps w:val="0"/>
                <w:sz w:val="22"/>
                <w:lang w:eastAsia="pl-PL"/>
              </w:rPr>
              <w:t xml:space="preserve">5. </w:t>
            </w:r>
            <w:r w:rsidRPr="00E5781E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B. Dolnicki (red.), Pozycja ustrojowa organów jednostek samorządu terytorialnego, Wyd. Wolters Kluwer  Warszawa 2019.</w:t>
            </w:r>
          </w:p>
          <w:p w14:paraId="06192C38" w14:textId="7DBDBD18" w:rsidR="0085747A" w:rsidRPr="009C54AE" w:rsidRDefault="0085747A" w:rsidP="0063769B">
            <w:pPr>
              <w:spacing w:after="0" w:line="240" w:lineRule="auto"/>
              <w:ind w:left="709" w:hanging="709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485F3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53A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2009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77073" w14:textId="77777777" w:rsidR="00F95372" w:rsidRDefault="00F95372" w:rsidP="00C16ABF">
      <w:pPr>
        <w:spacing w:after="0" w:line="240" w:lineRule="auto"/>
      </w:pPr>
      <w:r>
        <w:separator/>
      </w:r>
    </w:p>
  </w:endnote>
  <w:endnote w:type="continuationSeparator" w:id="0">
    <w:p w14:paraId="697AD211" w14:textId="77777777" w:rsidR="00F95372" w:rsidRDefault="00F953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04B5" w14:textId="77777777" w:rsidR="00F95372" w:rsidRDefault="00F95372" w:rsidP="00C16ABF">
      <w:pPr>
        <w:spacing w:after="0" w:line="240" w:lineRule="auto"/>
      </w:pPr>
      <w:r>
        <w:separator/>
      </w:r>
    </w:p>
  </w:footnote>
  <w:footnote w:type="continuationSeparator" w:id="0">
    <w:p w14:paraId="5316F8C3" w14:textId="77777777" w:rsidR="00F95372" w:rsidRDefault="00F95372" w:rsidP="00C16ABF">
      <w:pPr>
        <w:spacing w:after="0" w:line="240" w:lineRule="auto"/>
      </w:pPr>
      <w:r>
        <w:continuationSeparator/>
      </w:r>
    </w:p>
  </w:footnote>
  <w:footnote w:id="1">
    <w:p w14:paraId="32C795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304580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17A"/>
    <w:rsid w:val="00042A51"/>
    <w:rsid w:val="00042D2E"/>
    <w:rsid w:val="00044C82"/>
    <w:rsid w:val="000643E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79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917"/>
    <w:rsid w:val="001A70D2"/>
    <w:rsid w:val="001B3391"/>
    <w:rsid w:val="001B5691"/>
    <w:rsid w:val="001D657B"/>
    <w:rsid w:val="001D7B54"/>
    <w:rsid w:val="001E0209"/>
    <w:rsid w:val="001F2CA2"/>
    <w:rsid w:val="001F4EEC"/>
    <w:rsid w:val="002144C0"/>
    <w:rsid w:val="0022477D"/>
    <w:rsid w:val="002278A9"/>
    <w:rsid w:val="002335E4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FF2"/>
    <w:rsid w:val="002F02A3"/>
    <w:rsid w:val="002F4ABE"/>
    <w:rsid w:val="003018BA"/>
    <w:rsid w:val="0030395F"/>
    <w:rsid w:val="00305C92"/>
    <w:rsid w:val="003151C5"/>
    <w:rsid w:val="003343CF"/>
    <w:rsid w:val="003367ED"/>
    <w:rsid w:val="00346FE9"/>
    <w:rsid w:val="0034759A"/>
    <w:rsid w:val="003503F6"/>
    <w:rsid w:val="003530DD"/>
    <w:rsid w:val="00363F78"/>
    <w:rsid w:val="00386BE4"/>
    <w:rsid w:val="003A0A5B"/>
    <w:rsid w:val="003A1176"/>
    <w:rsid w:val="003C0BAE"/>
    <w:rsid w:val="003C76D8"/>
    <w:rsid w:val="003D18A9"/>
    <w:rsid w:val="003D6CE2"/>
    <w:rsid w:val="003E1941"/>
    <w:rsid w:val="003E2FE6"/>
    <w:rsid w:val="003E49D5"/>
    <w:rsid w:val="003F205D"/>
    <w:rsid w:val="003F38C0"/>
    <w:rsid w:val="00401986"/>
    <w:rsid w:val="0041204F"/>
    <w:rsid w:val="00414E3C"/>
    <w:rsid w:val="0042244A"/>
    <w:rsid w:val="0042745A"/>
    <w:rsid w:val="00431D5C"/>
    <w:rsid w:val="004362C6"/>
    <w:rsid w:val="00437FA2"/>
    <w:rsid w:val="00445970"/>
    <w:rsid w:val="004574D9"/>
    <w:rsid w:val="00461EFC"/>
    <w:rsid w:val="004652C2"/>
    <w:rsid w:val="004706D1"/>
    <w:rsid w:val="00470EB7"/>
    <w:rsid w:val="00471326"/>
    <w:rsid w:val="0047598D"/>
    <w:rsid w:val="00476020"/>
    <w:rsid w:val="004840FD"/>
    <w:rsid w:val="00490F7D"/>
    <w:rsid w:val="00491678"/>
    <w:rsid w:val="004968E2"/>
    <w:rsid w:val="004A3895"/>
    <w:rsid w:val="004A3EEA"/>
    <w:rsid w:val="004A4D1F"/>
    <w:rsid w:val="004D5282"/>
    <w:rsid w:val="004F1551"/>
    <w:rsid w:val="004F55A3"/>
    <w:rsid w:val="00501D54"/>
    <w:rsid w:val="0050496F"/>
    <w:rsid w:val="00513B6F"/>
    <w:rsid w:val="00517C63"/>
    <w:rsid w:val="005363C4"/>
    <w:rsid w:val="00536BDE"/>
    <w:rsid w:val="005403CB"/>
    <w:rsid w:val="00543ACC"/>
    <w:rsid w:val="0056696D"/>
    <w:rsid w:val="005732A2"/>
    <w:rsid w:val="00580E8D"/>
    <w:rsid w:val="0058109C"/>
    <w:rsid w:val="00584679"/>
    <w:rsid w:val="00586BDF"/>
    <w:rsid w:val="0059484D"/>
    <w:rsid w:val="005A0855"/>
    <w:rsid w:val="005A133C"/>
    <w:rsid w:val="005A3196"/>
    <w:rsid w:val="005B1C97"/>
    <w:rsid w:val="005C080F"/>
    <w:rsid w:val="005C55E5"/>
    <w:rsid w:val="005C696A"/>
    <w:rsid w:val="005D1A2E"/>
    <w:rsid w:val="005E6E85"/>
    <w:rsid w:val="005F31D2"/>
    <w:rsid w:val="0061029B"/>
    <w:rsid w:val="00610B1E"/>
    <w:rsid w:val="00615D6C"/>
    <w:rsid w:val="00617230"/>
    <w:rsid w:val="00621CE1"/>
    <w:rsid w:val="00627FC9"/>
    <w:rsid w:val="00631600"/>
    <w:rsid w:val="0063769B"/>
    <w:rsid w:val="00647FA8"/>
    <w:rsid w:val="00650C5F"/>
    <w:rsid w:val="00654934"/>
    <w:rsid w:val="006620D9"/>
    <w:rsid w:val="0067193A"/>
    <w:rsid w:val="00671958"/>
    <w:rsid w:val="00675843"/>
    <w:rsid w:val="00696477"/>
    <w:rsid w:val="006D050F"/>
    <w:rsid w:val="006D6139"/>
    <w:rsid w:val="006E2B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64F"/>
    <w:rsid w:val="007327BD"/>
    <w:rsid w:val="00734608"/>
    <w:rsid w:val="00745302"/>
    <w:rsid w:val="007461D6"/>
    <w:rsid w:val="00746EC8"/>
    <w:rsid w:val="00756120"/>
    <w:rsid w:val="00763BF1"/>
    <w:rsid w:val="00766FD4"/>
    <w:rsid w:val="007736B0"/>
    <w:rsid w:val="0078168C"/>
    <w:rsid w:val="00787C2A"/>
    <w:rsid w:val="00790E27"/>
    <w:rsid w:val="007A0174"/>
    <w:rsid w:val="007A4022"/>
    <w:rsid w:val="007A6E6E"/>
    <w:rsid w:val="007A7023"/>
    <w:rsid w:val="007B5853"/>
    <w:rsid w:val="007C3299"/>
    <w:rsid w:val="007C3BCC"/>
    <w:rsid w:val="007C4546"/>
    <w:rsid w:val="007D6E56"/>
    <w:rsid w:val="007E634A"/>
    <w:rsid w:val="007F4155"/>
    <w:rsid w:val="0081554D"/>
    <w:rsid w:val="0081707E"/>
    <w:rsid w:val="0084065D"/>
    <w:rsid w:val="00843963"/>
    <w:rsid w:val="008449B3"/>
    <w:rsid w:val="00846C08"/>
    <w:rsid w:val="008552A2"/>
    <w:rsid w:val="0085747A"/>
    <w:rsid w:val="00870F8F"/>
    <w:rsid w:val="00881D3F"/>
    <w:rsid w:val="00884922"/>
    <w:rsid w:val="00885F64"/>
    <w:rsid w:val="008917F9"/>
    <w:rsid w:val="0089420E"/>
    <w:rsid w:val="008A45F7"/>
    <w:rsid w:val="008B1F2F"/>
    <w:rsid w:val="008B491D"/>
    <w:rsid w:val="008C0CC0"/>
    <w:rsid w:val="008C19A9"/>
    <w:rsid w:val="008C379D"/>
    <w:rsid w:val="008C5147"/>
    <w:rsid w:val="008C5359"/>
    <w:rsid w:val="008C5363"/>
    <w:rsid w:val="008D3DFB"/>
    <w:rsid w:val="008E455A"/>
    <w:rsid w:val="008E64F4"/>
    <w:rsid w:val="008F12C9"/>
    <w:rsid w:val="008F51D7"/>
    <w:rsid w:val="008F6E29"/>
    <w:rsid w:val="00916188"/>
    <w:rsid w:val="00923D7D"/>
    <w:rsid w:val="009508DF"/>
    <w:rsid w:val="00950DAC"/>
    <w:rsid w:val="00954A07"/>
    <w:rsid w:val="00967645"/>
    <w:rsid w:val="00971E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EDC"/>
    <w:rsid w:val="00A53FA5"/>
    <w:rsid w:val="00A54817"/>
    <w:rsid w:val="00A601C8"/>
    <w:rsid w:val="00A60799"/>
    <w:rsid w:val="00A84C85"/>
    <w:rsid w:val="00A87855"/>
    <w:rsid w:val="00A91BD7"/>
    <w:rsid w:val="00A97DE1"/>
    <w:rsid w:val="00AA0E06"/>
    <w:rsid w:val="00AB053C"/>
    <w:rsid w:val="00AB2D13"/>
    <w:rsid w:val="00AC14B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A9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D54"/>
    <w:rsid w:val="00C26CB7"/>
    <w:rsid w:val="00C324C1"/>
    <w:rsid w:val="00C36992"/>
    <w:rsid w:val="00C52BC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0087"/>
    <w:rsid w:val="00D352C9"/>
    <w:rsid w:val="00D425B2"/>
    <w:rsid w:val="00D428D6"/>
    <w:rsid w:val="00D4499E"/>
    <w:rsid w:val="00D552B2"/>
    <w:rsid w:val="00D55B33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A4A"/>
    <w:rsid w:val="00E22FBC"/>
    <w:rsid w:val="00E24BF5"/>
    <w:rsid w:val="00E25338"/>
    <w:rsid w:val="00E26CC8"/>
    <w:rsid w:val="00E43CBB"/>
    <w:rsid w:val="00E51E44"/>
    <w:rsid w:val="00E63348"/>
    <w:rsid w:val="00E742AA"/>
    <w:rsid w:val="00E77E88"/>
    <w:rsid w:val="00E8107D"/>
    <w:rsid w:val="00E86EC6"/>
    <w:rsid w:val="00E960BB"/>
    <w:rsid w:val="00EA2074"/>
    <w:rsid w:val="00EA4832"/>
    <w:rsid w:val="00EA4E9D"/>
    <w:rsid w:val="00EC0BB1"/>
    <w:rsid w:val="00EC4899"/>
    <w:rsid w:val="00ED03AB"/>
    <w:rsid w:val="00ED32D2"/>
    <w:rsid w:val="00EE2CFD"/>
    <w:rsid w:val="00EE32DE"/>
    <w:rsid w:val="00EE5457"/>
    <w:rsid w:val="00F030E7"/>
    <w:rsid w:val="00F070AB"/>
    <w:rsid w:val="00F13702"/>
    <w:rsid w:val="00F17567"/>
    <w:rsid w:val="00F27A7B"/>
    <w:rsid w:val="00F526AF"/>
    <w:rsid w:val="00F617C3"/>
    <w:rsid w:val="00F7066B"/>
    <w:rsid w:val="00F83B28"/>
    <w:rsid w:val="00F93F6B"/>
    <w:rsid w:val="00F94FA6"/>
    <w:rsid w:val="00F95372"/>
    <w:rsid w:val="00F974DA"/>
    <w:rsid w:val="00FA2EB9"/>
    <w:rsid w:val="00FA46E5"/>
    <w:rsid w:val="00FB7DBA"/>
    <w:rsid w:val="00FC1C25"/>
    <w:rsid w:val="00FC3F45"/>
    <w:rsid w:val="00FD4A0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DDF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6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6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6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1047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71</cp:revision>
  <cp:lastPrinted>2019-02-06T12:12:00Z</cp:lastPrinted>
  <dcterms:created xsi:type="dcterms:W3CDTF">2021-12-10T15:54:00Z</dcterms:created>
  <dcterms:modified xsi:type="dcterms:W3CDTF">2022-09-16T08:38:00Z</dcterms:modified>
</cp:coreProperties>
</file>